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253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88C0F1C" w14:textId="77777777"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14:paraId="502C525A" w14:textId="10729504"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2020-2022</w:t>
      </w:r>
    </w:p>
    <w:p w14:paraId="38D7F665" w14:textId="19A956C5"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2020/2021</w:t>
      </w:r>
    </w:p>
    <w:p w14:paraId="501455C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CD3A" w14:textId="5EB877EC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7D197C7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C9EF7B" w14:textId="77777777" w:rsidTr="00B819C8">
        <w:tc>
          <w:tcPr>
            <w:tcW w:w="2694" w:type="dxa"/>
            <w:vAlign w:val="center"/>
          </w:tcPr>
          <w:p w14:paraId="4CC9FA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9D837B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46B00468" w14:textId="77777777" w:rsidTr="00B819C8">
        <w:tc>
          <w:tcPr>
            <w:tcW w:w="2694" w:type="dxa"/>
            <w:vAlign w:val="center"/>
          </w:tcPr>
          <w:p w14:paraId="31F52D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B15CC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5A089D3B" w14:textId="77777777" w:rsidTr="00B819C8">
        <w:tc>
          <w:tcPr>
            <w:tcW w:w="2694" w:type="dxa"/>
            <w:vAlign w:val="center"/>
          </w:tcPr>
          <w:p w14:paraId="69A5E6B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F7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8B2A5F" w14:textId="77777777" w:rsidTr="00B819C8">
        <w:tc>
          <w:tcPr>
            <w:tcW w:w="2694" w:type="dxa"/>
            <w:vAlign w:val="center"/>
          </w:tcPr>
          <w:p w14:paraId="1784BE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A9AA2" w14:textId="5F082A3D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4E135" w14:textId="77777777" w:rsidTr="00B819C8">
        <w:tc>
          <w:tcPr>
            <w:tcW w:w="2694" w:type="dxa"/>
            <w:vAlign w:val="center"/>
          </w:tcPr>
          <w:p w14:paraId="71E53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CC9C4D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E8A4D7" w14:textId="77777777" w:rsidTr="00B819C8">
        <w:tc>
          <w:tcPr>
            <w:tcW w:w="2694" w:type="dxa"/>
            <w:vAlign w:val="center"/>
          </w:tcPr>
          <w:p w14:paraId="679080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55633" w14:textId="5613500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DC1F9C4" w14:textId="77777777" w:rsidTr="00B819C8">
        <w:tc>
          <w:tcPr>
            <w:tcW w:w="2694" w:type="dxa"/>
            <w:vAlign w:val="center"/>
          </w:tcPr>
          <w:p w14:paraId="0A089C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65F7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FEFCCC" w14:textId="77777777" w:rsidTr="00B819C8">
        <w:tc>
          <w:tcPr>
            <w:tcW w:w="2694" w:type="dxa"/>
            <w:vAlign w:val="center"/>
          </w:tcPr>
          <w:p w14:paraId="4597BF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D4F7A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92C28A9" w14:textId="77777777" w:rsidTr="00B819C8">
        <w:tc>
          <w:tcPr>
            <w:tcW w:w="2694" w:type="dxa"/>
            <w:vAlign w:val="center"/>
          </w:tcPr>
          <w:p w14:paraId="1B34F3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60FF3A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4153AF6" w14:textId="77777777" w:rsidTr="00B819C8">
        <w:tc>
          <w:tcPr>
            <w:tcW w:w="2694" w:type="dxa"/>
            <w:vAlign w:val="center"/>
          </w:tcPr>
          <w:p w14:paraId="2E20D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FA978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D14930" w14:textId="77777777" w:rsidTr="00B819C8">
        <w:tc>
          <w:tcPr>
            <w:tcW w:w="2694" w:type="dxa"/>
            <w:vAlign w:val="center"/>
          </w:tcPr>
          <w:p w14:paraId="0D83A5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61464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9C2E2C" w14:textId="77777777" w:rsidTr="00B819C8">
        <w:tc>
          <w:tcPr>
            <w:tcW w:w="2694" w:type="dxa"/>
            <w:vAlign w:val="center"/>
          </w:tcPr>
          <w:p w14:paraId="2BF18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2A661C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F355C35" w14:textId="77777777" w:rsidTr="00B819C8">
        <w:tc>
          <w:tcPr>
            <w:tcW w:w="2694" w:type="dxa"/>
            <w:vAlign w:val="center"/>
          </w:tcPr>
          <w:p w14:paraId="18A3F3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D374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5D1F0E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90EC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BDF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95ADFC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1F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1FAC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55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5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FE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99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8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85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EF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B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9705B" w14:textId="77777777" w:rsidTr="00272B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95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37D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A08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4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F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44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1C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1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2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12E9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7E8E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4A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EA2A2F" w14:textId="77777777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D60FE15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E3A6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5FB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FDF2FA" w14:textId="01915FAE"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05F29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933E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E9A13" w14:textId="77777777" w:rsidTr="00745302">
        <w:tc>
          <w:tcPr>
            <w:tcW w:w="9670" w:type="dxa"/>
          </w:tcPr>
          <w:p w14:paraId="70A922F2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7C597D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62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B0541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059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95195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66DAB" w:rsidRPr="009C54AE" w14:paraId="7CC91946" w14:textId="77777777" w:rsidTr="00666DAB">
        <w:tc>
          <w:tcPr>
            <w:tcW w:w="845" w:type="dxa"/>
            <w:vAlign w:val="center"/>
          </w:tcPr>
          <w:p w14:paraId="67FA537B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961821C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2C52C87B" w14:textId="77777777" w:rsidTr="00666DAB">
        <w:tc>
          <w:tcPr>
            <w:tcW w:w="845" w:type="dxa"/>
            <w:vAlign w:val="center"/>
          </w:tcPr>
          <w:p w14:paraId="49DB9FF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94CB95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7EE1D6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F842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909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A50BEE3" w14:textId="77777777" w:rsidTr="00666DAB">
        <w:tc>
          <w:tcPr>
            <w:tcW w:w="1447" w:type="dxa"/>
            <w:vAlign w:val="center"/>
          </w:tcPr>
          <w:p w14:paraId="6C6B98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6BB02F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6CC1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14:paraId="4E3BBFC2" w14:textId="77777777" w:rsidTr="00666DAB">
        <w:tc>
          <w:tcPr>
            <w:tcW w:w="1447" w:type="dxa"/>
          </w:tcPr>
          <w:p w14:paraId="56B7B480" w14:textId="77777777"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60946884" w14:textId="77777777" w:rsidR="00666DAB" w:rsidRPr="003A76DC" w:rsidRDefault="003A76DC" w:rsidP="003A76DC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 xml:space="preserve">Zna </w:t>
            </w:r>
            <w:r w:rsidR="00666DAB" w:rsidRPr="003A76DC">
              <w:rPr>
                <w:rFonts w:ascii="Corbel" w:hAnsi="Corbel"/>
                <w:szCs w:val="23"/>
              </w:rPr>
              <w:t>pojęcia</w:t>
            </w:r>
            <w:r w:rsidRPr="003A76DC">
              <w:rPr>
                <w:rFonts w:ascii="Corbel" w:hAnsi="Corbel"/>
                <w:szCs w:val="23"/>
              </w:rPr>
              <w:t>,</w:t>
            </w:r>
            <w:r w:rsidR="00666DAB" w:rsidRPr="003A76DC">
              <w:rPr>
                <w:rFonts w:ascii="Corbel" w:hAnsi="Corbel"/>
                <w:szCs w:val="23"/>
              </w:rPr>
              <w:t xml:space="preserve"> </w:t>
            </w:r>
            <w:r w:rsidRPr="003A76DC">
              <w:rPr>
                <w:rFonts w:ascii="Corbel" w:hAnsi="Corbel"/>
              </w:rPr>
              <w:t>fakty, obiekty i zjawiska z zakresu nauk ekonomicznych oraz dotyczące ich metody i teorie wyjaśniające złożone zależności między nimi w ujęciu mikro i makroekonomicznym, stanowiące zaawansowaną wiedzę ogólną z zakresu dyscypliny ekonomia i finanse oraz dyscyplin pokrewnych</w:t>
            </w:r>
          </w:p>
        </w:tc>
        <w:tc>
          <w:tcPr>
            <w:tcW w:w="1865" w:type="dxa"/>
          </w:tcPr>
          <w:p w14:paraId="387A7DE0" w14:textId="77777777"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14:paraId="4A6904DD" w14:textId="77777777" w:rsidTr="00666DAB">
        <w:tc>
          <w:tcPr>
            <w:tcW w:w="1447" w:type="dxa"/>
          </w:tcPr>
          <w:p w14:paraId="65385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D6CDAE8" w14:textId="77777777" w:rsidR="0085747A" w:rsidRPr="003A76DC" w:rsidRDefault="003A7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Rozumie </w:t>
            </w:r>
            <w:r w:rsidRPr="003A76DC">
              <w:rPr>
                <w:rFonts w:ascii="Corbel" w:hAnsi="Corbel"/>
                <w:b w:val="0"/>
                <w:smallCaps w:val="0"/>
              </w:rPr>
              <w:t>dylematy współczesnego rozwoju społeczno-gospodarczego w oparciu o nowoczesne koncepcje teorii ekonomii</w:t>
            </w:r>
          </w:p>
        </w:tc>
        <w:tc>
          <w:tcPr>
            <w:tcW w:w="1865" w:type="dxa"/>
          </w:tcPr>
          <w:p w14:paraId="1416D152" w14:textId="63EB33B7"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1C79436" w14:textId="77777777" w:rsidTr="00666DAB">
        <w:tc>
          <w:tcPr>
            <w:tcW w:w="1447" w:type="dxa"/>
          </w:tcPr>
          <w:p w14:paraId="39EC7677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3F898773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14:paraId="1A1E26EA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3626236C" w14:textId="77777777" w:rsidTr="00666DAB">
        <w:tc>
          <w:tcPr>
            <w:tcW w:w="1447" w:type="dxa"/>
          </w:tcPr>
          <w:p w14:paraId="308D8DBF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1839FB8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14:paraId="71932CAF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7029A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419A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78D2B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3989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C390E" w14:textId="77777777" w:rsidTr="00FC1347">
        <w:tc>
          <w:tcPr>
            <w:tcW w:w="9520" w:type="dxa"/>
          </w:tcPr>
          <w:p w14:paraId="426C5CAD" w14:textId="77777777"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5AA571C4" w14:textId="77777777" w:rsidTr="00FC1347">
        <w:tc>
          <w:tcPr>
            <w:tcW w:w="9520" w:type="dxa"/>
          </w:tcPr>
          <w:p w14:paraId="0595B09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603602C0" w14:textId="77777777" w:rsidTr="00FC1347">
        <w:tc>
          <w:tcPr>
            <w:tcW w:w="9520" w:type="dxa"/>
          </w:tcPr>
          <w:p w14:paraId="180A5A47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0EA6C891" w14:textId="77777777" w:rsidTr="00FC1347">
        <w:tc>
          <w:tcPr>
            <w:tcW w:w="9520" w:type="dxa"/>
          </w:tcPr>
          <w:p w14:paraId="131458F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6CA371ED" w14:textId="77777777" w:rsidTr="00FC1347">
        <w:tc>
          <w:tcPr>
            <w:tcW w:w="9520" w:type="dxa"/>
          </w:tcPr>
          <w:p w14:paraId="2F69104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428A2273" w14:textId="77777777" w:rsidTr="00FC1347">
        <w:tc>
          <w:tcPr>
            <w:tcW w:w="9520" w:type="dxa"/>
          </w:tcPr>
          <w:p w14:paraId="55567906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716DB29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A. </w:t>
            </w:r>
            <w:proofErr w:type="spellStart"/>
            <w:r w:rsidRPr="0018675E">
              <w:rPr>
                <w:rFonts w:ascii="Corbel" w:hAnsi="Corbel"/>
                <w:sz w:val="24"/>
              </w:rPr>
              <w:t>Smith</w:t>
            </w:r>
            <w:proofErr w:type="spellEnd"/>
            <w:r w:rsidRPr="0018675E">
              <w:rPr>
                <w:rFonts w:ascii="Corbel" w:hAnsi="Corbel"/>
                <w:sz w:val="24"/>
              </w:rPr>
              <w:t xml:space="preserve"> - podstawowe założenia systemu ekonomicznego</w:t>
            </w:r>
          </w:p>
          <w:p w14:paraId="186A56A1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Inni przedstawiciele i ich podstawowe poglądy: T.</w:t>
            </w:r>
            <w:r>
              <w:rPr>
                <w:rFonts w:ascii="Corbel" w:hAnsi="Corbel"/>
                <w:sz w:val="24"/>
              </w:rPr>
              <w:t xml:space="preserve">R. Malthus, J.B. </w:t>
            </w:r>
            <w:proofErr w:type="spellStart"/>
            <w:r>
              <w:rPr>
                <w:rFonts w:ascii="Corbel" w:hAnsi="Corbel"/>
                <w:sz w:val="24"/>
              </w:rPr>
              <w:t>Say</w:t>
            </w:r>
            <w:proofErr w:type="spellEnd"/>
            <w:r>
              <w:rPr>
                <w:rFonts w:ascii="Corbel" w:hAnsi="Corbel"/>
                <w:sz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</w:rPr>
              <w:t>J.</w:t>
            </w:r>
            <w:proofErr w:type="gramStart"/>
            <w:r>
              <w:rPr>
                <w:rFonts w:ascii="Corbel" w:hAnsi="Corbel"/>
                <w:sz w:val="24"/>
              </w:rPr>
              <w:t>S.Mill</w:t>
            </w:r>
            <w:proofErr w:type="spellEnd"/>
            <w:proofErr w:type="gramEnd"/>
          </w:p>
        </w:tc>
      </w:tr>
      <w:tr w:rsidR="00FC1347" w:rsidRPr="009C54AE" w14:paraId="024C02C2" w14:textId="77777777" w:rsidTr="00FC1347">
        <w:tc>
          <w:tcPr>
            <w:tcW w:w="9520" w:type="dxa"/>
          </w:tcPr>
          <w:p w14:paraId="485865F3" w14:textId="77777777" w:rsidR="00FC1347" w:rsidRPr="006D1182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FC1347" w:rsidRPr="009C54AE" w14:paraId="14E06F89" w14:textId="77777777" w:rsidTr="00FC1347">
        <w:tc>
          <w:tcPr>
            <w:tcW w:w="9520" w:type="dxa"/>
          </w:tcPr>
          <w:p w14:paraId="39127A0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4C8213A5" w14:textId="77777777" w:rsidTr="00FC1347">
        <w:tc>
          <w:tcPr>
            <w:tcW w:w="9520" w:type="dxa"/>
          </w:tcPr>
          <w:p w14:paraId="0123911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FC1347" w:rsidRPr="009C54AE" w14:paraId="52412E00" w14:textId="77777777" w:rsidTr="00FC1347">
        <w:tc>
          <w:tcPr>
            <w:tcW w:w="9520" w:type="dxa"/>
          </w:tcPr>
          <w:p w14:paraId="35387730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298E8D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D221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4A91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B7B0D" w14:textId="77777777" w:rsidTr="00FC1347">
        <w:tc>
          <w:tcPr>
            <w:tcW w:w="9520" w:type="dxa"/>
          </w:tcPr>
          <w:p w14:paraId="3BB4AC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40A3FF25" w14:textId="77777777" w:rsidTr="00FC1347">
        <w:tc>
          <w:tcPr>
            <w:tcW w:w="9520" w:type="dxa"/>
          </w:tcPr>
          <w:p w14:paraId="0DEC6323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40D60350" w14:textId="77777777" w:rsidTr="00FC1347">
        <w:tc>
          <w:tcPr>
            <w:tcW w:w="9520" w:type="dxa"/>
          </w:tcPr>
          <w:p w14:paraId="6E800894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14:paraId="45B4A58F" w14:textId="77777777" w:rsidTr="00FC1347">
        <w:tc>
          <w:tcPr>
            <w:tcW w:w="9520" w:type="dxa"/>
          </w:tcPr>
          <w:p w14:paraId="6D49DD1D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411FEB6F" w14:textId="77777777" w:rsidTr="00FC1347">
        <w:tc>
          <w:tcPr>
            <w:tcW w:w="9520" w:type="dxa"/>
          </w:tcPr>
          <w:p w14:paraId="3E403AE3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 xml:space="preserve">Analiza porównawcza poglądów A. </w:t>
            </w:r>
            <w:proofErr w:type="spellStart"/>
            <w:r w:rsidRPr="00991301">
              <w:rPr>
                <w:rFonts w:ascii="Corbel" w:hAnsi="Corbel"/>
                <w:sz w:val="24"/>
              </w:rPr>
              <w:t>Smitha</w:t>
            </w:r>
            <w:proofErr w:type="spellEnd"/>
            <w:r w:rsidRPr="00991301">
              <w:rPr>
                <w:rFonts w:ascii="Corbel" w:hAnsi="Corbel"/>
                <w:sz w:val="24"/>
              </w:rPr>
              <w:t xml:space="preserve"> i D. Ricardo: teoria wartości, teoria podziału, renta gruntowa, płace, zyski</w:t>
            </w:r>
          </w:p>
        </w:tc>
      </w:tr>
      <w:tr w:rsidR="001D5EA0" w:rsidRPr="009C54AE" w14:paraId="5CA2ED39" w14:textId="77777777" w:rsidTr="00FC1347">
        <w:tc>
          <w:tcPr>
            <w:tcW w:w="9520" w:type="dxa"/>
          </w:tcPr>
          <w:p w14:paraId="0097DA6B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Ekonomia </w:t>
            </w:r>
            <w:proofErr w:type="spellStart"/>
            <w:r w:rsidRPr="005D2A31">
              <w:rPr>
                <w:rFonts w:ascii="Corbel" w:hAnsi="Corbel"/>
                <w:sz w:val="24"/>
              </w:rPr>
              <w:t>subiektywno</w:t>
            </w:r>
            <w:proofErr w:type="spellEnd"/>
            <w:r w:rsidRPr="005D2A31">
              <w:rPr>
                <w:rFonts w:ascii="Corbel" w:hAnsi="Corbel"/>
                <w:sz w:val="24"/>
              </w:rPr>
              <w:t xml:space="preserve"> – marginalna: główni przedstawiciele szkół ekonomicznych: szkoła psychologiczna, matematyczna i neoklasyczna</w:t>
            </w:r>
          </w:p>
        </w:tc>
      </w:tr>
      <w:tr w:rsidR="001D5EA0" w:rsidRPr="009C54AE" w14:paraId="77003CDB" w14:textId="77777777" w:rsidTr="00FC1347">
        <w:tc>
          <w:tcPr>
            <w:tcW w:w="9520" w:type="dxa"/>
          </w:tcPr>
          <w:p w14:paraId="71737FF1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238A3F0B" w14:textId="77777777" w:rsidTr="00FC1347">
        <w:tc>
          <w:tcPr>
            <w:tcW w:w="9520" w:type="dxa"/>
          </w:tcPr>
          <w:p w14:paraId="5F2B8495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09A146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DCE2C" w14:textId="56182BC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54C09E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8B3D56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7EBCEF4B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1351565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294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9A8A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C7D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E8D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D1E9F45" w14:textId="77777777" w:rsidTr="001D5EA0">
        <w:tc>
          <w:tcPr>
            <w:tcW w:w="1962" w:type="dxa"/>
            <w:vAlign w:val="center"/>
          </w:tcPr>
          <w:p w14:paraId="75B8BAC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AE3A06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D0C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2AFA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8AA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14:paraId="615648DD" w14:textId="77777777" w:rsidTr="001D5EA0">
        <w:tc>
          <w:tcPr>
            <w:tcW w:w="1962" w:type="dxa"/>
          </w:tcPr>
          <w:p w14:paraId="5AD0F78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B3D6BF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74230C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74933BE" w14:textId="77777777" w:rsidTr="001D5EA0">
        <w:tc>
          <w:tcPr>
            <w:tcW w:w="1962" w:type="dxa"/>
          </w:tcPr>
          <w:p w14:paraId="463628D1" w14:textId="09493766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26C8AE4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7BD3615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1AB7500" w14:textId="77777777" w:rsidTr="001D5EA0">
        <w:tc>
          <w:tcPr>
            <w:tcW w:w="1962" w:type="dxa"/>
          </w:tcPr>
          <w:p w14:paraId="4E52FFA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12583DA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7401D28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5EFB2B06" w14:textId="77777777" w:rsidTr="001D5EA0">
        <w:tc>
          <w:tcPr>
            <w:tcW w:w="1962" w:type="dxa"/>
          </w:tcPr>
          <w:p w14:paraId="59B4696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93B62C3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48B957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E7F1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E5D2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A57E2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F2F6B5" w14:textId="77777777" w:rsidTr="00923D7D">
        <w:tc>
          <w:tcPr>
            <w:tcW w:w="9670" w:type="dxa"/>
          </w:tcPr>
          <w:p w14:paraId="1886157C" w14:textId="71BFAFF4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05EF7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8A1F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4B5E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6C8041" w14:textId="77777777" w:rsidTr="003E1941">
        <w:tc>
          <w:tcPr>
            <w:tcW w:w="4962" w:type="dxa"/>
            <w:vAlign w:val="center"/>
          </w:tcPr>
          <w:p w14:paraId="1B7AC3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B72D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DFD8B2" w14:textId="77777777" w:rsidTr="00923D7D">
        <w:tc>
          <w:tcPr>
            <w:tcW w:w="4962" w:type="dxa"/>
          </w:tcPr>
          <w:p w14:paraId="7A8117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762E6D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9FAA69" w14:textId="77777777" w:rsidTr="00923D7D">
        <w:tc>
          <w:tcPr>
            <w:tcW w:w="4962" w:type="dxa"/>
          </w:tcPr>
          <w:p w14:paraId="638921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D11067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6EF451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BAFF63C" w14:textId="77777777" w:rsidTr="00923D7D">
        <w:tc>
          <w:tcPr>
            <w:tcW w:w="4962" w:type="dxa"/>
          </w:tcPr>
          <w:p w14:paraId="34592F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83D5ED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B2BAAA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144CCAE" w14:textId="77777777" w:rsidTr="00923D7D">
        <w:tc>
          <w:tcPr>
            <w:tcW w:w="4962" w:type="dxa"/>
          </w:tcPr>
          <w:p w14:paraId="788613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89ABB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54B6AE" w14:textId="77777777" w:rsidTr="00923D7D">
        <w:tc>
          <w:tcPr>
            <w:tcW w:w="4962" w:type="dxa"/>
          </w:tcPr>
          <w:p w14:paraId="076CF3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C24EC4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F106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9CB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75A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27A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469"/>
      </w:tblGrid>
      <w:tr w:rsidR="0085747A" w:rsidRPr="009C54AE" w14:paraId="176CD0F5" w14:textId="77777777" w:rsidTr="00272BF8">
        <w:trPr>
          <w:trHeight w:val="397"/>
          <w:jc w:val="center"/>
        </w:trPr>
        <w:tc>
          <w:tcPr>
            <w:tcW w:w="9639" w:type="dxa"/>
          </w:tcPr>
          <w:p w14:paraId="7DED2F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0F56FE77" w14:textId="50F229F8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EB1339" w14:textId="77777777" w:rsidTr="00272BF8">
        <w:trPr>
          <w:trHeight w:val="397"/>
          <w:jc w:val="center"/>
        </w:trPr>
        <w:tc>
          <w:tcPr>
            <w:tcW w:w="9639" w:type="dxa"/>
          </w:tcPr>
          <w:p w14:paraId="449903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D29E2B5" w14:textId="7540E82E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D20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615C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DDCC8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B843EB" w14:textId="77777777" w:rsidTr="00272BF8">
        <w:trPr>
          <w:trHeight w:val="397"/>
          <w:jc w:val="center"/>
        </w:trPr>
        <w:tc>
          <w:tcPr>
            <w:tcW w:w="9639" w:type="dxa"/>
          </w:tcPr>
          <w:p w14:paraId="7CFD40F1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B16A32" w14:textId="77777777"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Historia myśli ekonomicznej, PWE,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(1983,1998, 2000,2004) 2007</w:t>
            </w:r>
          </w:p>
          <w:p w14:paraId="2343B165" w14:textId="77777777"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Historia myśli ekonomicznej, PWN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(1998) 2005</w:t>
            </w:r>
          </w:p>
          <w:p w14:paraId="76F93020" w14:textId="77777777"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73B81988" w14:textId="77777777" w:rsidTr="00272BF8">
        <w:trPr>
          <w:trHeight w:val="397"/>
          <w:jc w:val="center"/>
        </w:trPr>
        <w:tc>
          <w:tcPr>
            <w:tcW w:w="9639" w:type="dxa"/>
          </w:tcPr>
          <w:p w14:paraId="481277CC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8A9665" w14:textId="77777777"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</w:t>
            </w:r>
            <w:proofErr w:type="gramStart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</w:t>
            </w:r>
            <w:proofErr w:type="gram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(1999) 2001, </w:t>
            </w:r>
          </w:p>
          <w:p w14:paraId="6AB84687" w14:textId="77777777"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A769ED5" w14:textId="77777777"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78B873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3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DA3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0577E" w14:textId="77777777" w:rsidR="00093BF9" w:rsidRDefault="00093BF9" w:rsidP="00C16ABF">
      <w:pPr>
        <w:spacing w:after="0" w:line="240" w:lineRule="auto"/>
      </w:pPr>
      <w:r>
        <w:separator/>
      </w:r>
    </w:p>
  </w:endnote>
  <w:endnote w:type="continuationSeparator" w:id="0">
    <w:p w14:paraId="279F1F8F" w14:textId="77777777" w:rsidR="00093BF9" w:rsidRDefault="00093B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554A4" w14:textId="77777777" w:rsidR="00093BF9" w:rsidRDefault="00093BF9" w:rsidP="00C16ABF">
      <w:pPr>
        <w:spacing w:after="0" w:line="240" w:lineRule="auto"/>
      </w:pPr>
      <w:r>
        <w:separator/>
      </w:r>
    </w:p>
  </w:footnote>
  <w:footnote w:type="continuationSeparator" w:id="0">
    <w:p w14:paraId="271AFCF1" w14:textId="77777777" w:rsidR="00093BF9" w:rsidRDefault="00093BF9" w:rsidP="00C16ABF">
      <w:pPr>
        <w:spacing w:after="0" w:line="240" w:lineRule="auto"/>
      </w:pPr>
      <w:r>
        <w:continuationSeparator/>
      </w:r>
    </w:p>
  </w:footnote>
  <w:footnote w:id="1">
    <w:p w14:paraId="1DA2C6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3B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BF3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4C24A1-A1E9-4C56-AE9B-A21374854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48B0C0-CAEB-4629-B27E-68339D5B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2020-11-23T04:46:00Z</dcterms:created>
  <dcterms:modified xsi:type="dcterms:W3CDTF">2020-12-13T11:20:00Z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